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4E2B8CE1" w:rsidR="00F862D6" w:rsidRPr="003E6B9A" w:rsidRDefault="00764FD1" w:rsidP="00764FD1">
            <w:r w:rsidRPr="00764FD1">
              <w:rPr>
                <w:rFonts w:ascii="Helvetica" w:hAnsi="Helvetica"/>
              </w:rPr>
              <w:t>4157/2024-SŽ-SSV-Ú3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7929D6F9" w:rsidR="00F862D6" w:rsidRPr="003E6B9A" w:rsidRDefault="00764FD1" w:rsidP="00CC1E2B">
            <w:r>
              <w:t>2</w:t>
            </w:r>
            <w:r w:rsidR="003E6B9A" w:rsidRPr="003E6B9A">
              <w:t>/</w:t>
            </w:r>
            <w:r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06069E57" w:rsidR="00F862D6" w:rsidRPr="003E6B9A" w:rsidRDefault="004320C6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7A65516D" w:rsidR="009A7568" w:rsidRPr="003E6B9A" w:rsidRDefault="004320C6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0EF384B" w:rsidR="009A7568" w:rsidRPr="003E6B9A" w:rsidRDefault="004320C6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352E204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64FD1">
              <w:rPr>
                <w:noProof/>
              </w:rPr>
              <w:t>16.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56C86A0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4320C6">
        <w:rPr>
          <w:rFonts w:eastAsia="Times New Roman" w:cs="Times New Roman"/>
          <w:lang w:eastAsia="cs-CZ"/>
        </w:rPr>
        <w:t>1</w:t>
      </w:r>
    </w:p>
    <w:p w14:paraId="1C466933" w14:textId="6CCAC928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4320C6" w:rsidRPr="004320C6">
        <w:rPr>
          <w:rFonts w:eastAsia="Calibri" w:cs="Times New Roman"/>
          <w:b/>
          <w:lang w:eastAsia="cs-CZ"/>
        </w:rPr>
        <w:t>Zrušení přejezdu P7803 v km 21,336 trati Krnov – Jindřichov ve Slezsku – státní hranice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5B29A3A9" w:rsidR="00CB7B5A" w:rsidRPr="004320C6" w:rsidRDefault="004320C6" w:rsidP="004320C6">
      <w:pPr>
        <w:spacing w:after="0" w:line="240" w:lineRule="auto"/>
        <w:rPr>
          <w:rFonts w:eastAsia="Calibri" w:cs="Times New Roman"/>
          <w:bCs/>
          <w:lang w:eastAsia="cs-CZ"/>
        </w:rPr>
      </w:pPr>
      <w:r w:rsidRPr="004320C6">
        <w:rPr>
          <w:rFonts w:eastAsia="Calibri" w:cs="Times New Roman"/>
          <w:bCs/>
          <w:lang w:eastAsia="cs-CZ"/>
        </w:rPr>
        <w:t>V souvislosti s nutností řádného seznámení se zadávací dokumentací, ocenění soupisu prací a především oslovení/vyjádření</w:t>
      </w:r>
      <w:r>
        <w:rPr>
          <w:rFonts w:eastAsia="Calibri" w:cs="Times New Roman"/>
          <w:bCs/>
          <w:lang w:eastAsia="cs-CZ"/>
        </w:rPr>
        <w:t xml:space="preserve"> </w:t>
      </w:r>
      <w:r w:rsidRPr="004320C6">
        <w:rPr>
          <w:rFonts w:eastAsia="Calibri" w:cs="Times New Roman"/>
          <w:bCs/>
          <w:lang w:eastAsia="cs-CZ"/>
        </w:rPr>
        <w:t>subdodavatelů, prosíme zadavatele o posun termínu odevzdání alespoň o 5 pracovních dnů.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20659EB4" w:rsidR="00CB7B5A" w:rsidRPr="00B70614" w:rsidRDefault="00B70614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614">
        <w:rPr>
          <w:rFonts w:eastAsia="Calibri" w:cs="Times New Roman"/>
          <w:bCs/>
          <w:lang w:eastAsia="cs-CZ"/>
        </w:rPr>
        <w:t>Zadavatel nepovažuje za nutné prodloužit lhůtu pro podání nabídek z důvodů Vámi uvedených v tomto dotazu. Lhůta pro podání nabídek bude prodloužena v souvislosti s povahou změn učiněn</w:t>
      </w:r>
      <w:r>
        <w:rPr>
          <w:rFonts w:eastAsia="Calibri" w:cs="Times New Roman"/>
          <w:bCs/>
          <w:lang w:eastAsia="cs-CZ"/>
        </w:rPr>
        <w:t>ých</w:t>
      </w:r>
      <w:r w:rsidRPr="00B70614">
        <w:rPr>
          <w:rFonts w:eastAsia="Calibri" w:cs="Times New Roman"/>
          <w:bCs/>
          <w:lang w:eastAsia="cs-CZ"/>
        </w:rPr>
        <w:t xml:space="preserve"> v dotaz</w:t>
      </w:r>
      <w:r>
        <w:rPr>
          <w:rFonts w:eastAsia="Calibri" w:cs="Times New Roman"/>
          <w:bCs/>
          <w:lang w:eastAsia="cs-CZ"/>
        </w:rPr>
        <w:t>ech</w:t>
      </w:r>
      <w:r w:rsidRPr="00B70614">
        <w:rPr>
          <w:rFonts w:eastAsia="Calibri" w:cs="Times New Roman"/>
          <w:bCs/>
          <w:lang w:eastAsia="cs-CZ"/>
        </w:rPr>
        <w:t xml:space="preserve"> č. </w:t>
      </w:r>
      <w:r>
        <w:rPr>
          <w:rFonts w:eastAsia="Calibri" w:cs="Times New Roman"/>
          <w:bCs/>
          <w:lang w:eastAsia="cs-CZ"/>
        </w:rPr>
        <w:t>2-4</w:t>
      </w:r>
      <w:r w:rsidRPr="00B70614">
        <w:rPr>
          <w:rFonts w:eastAsia="Calibri" w:cs="Times New Roman"/>
          <w:bCs/>
          <w:lang w:eastAsia="cs-CZ"/>
        </w:rPr>
        <w:t>.</w:t>
      </w:r>
    </w:p>
    <w:p w14:paraId="36AF6A09" w14:textId="77777777" w:rsidR="00B70614" w:rsidRPr="00CB7B5A" w:rsidRDefault="00B7061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3D859300" w14:textId="57761276" w:rsidR="00CB7B5A" w:rsidRPr="004320C6" w:rsidRDefault="004320C6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4320C6">
        <w:rPr>
          <w:rFonts w:eastAsia="Calibri" w:cs="Times New Roman"/>
          <w:bCs/>
          <w:lang w:eastAsia="cs-CZ"/>
        </w:rPr>
        <w:t>V rekapitulaci je obsažen soubor SO 90-90 který není v rámci zadávací dokumentace jako samostatný soupis prací. Zároveň v rekapitulaci chybí SO 98-98. Žádáme zadavatele o prověření.</w:t>
      </w: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4E80210C" w:rsidR="00CB7B5A" w:rsidRPr="00764FD1" w:rsidRDefault="00A2432A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764FD1">
        <w:rPr>
          <w:rFonts w:eastAsia="Calibri" w:cs="Times New Roman"/>
          <w:bCs/>
          <w:lang w:eastAsia="cs-CZ"/>
        </w:rPr>
        <w:t>V rekapitulaci došlo k chybě. Správně má být soubor SO 98-98 (viz příloha 1).</w:t>
      </w:r>
      <w:r w:rsidR="00CB7B5A" w:rsidRPr="00764FD1">
        <w:rPr>
          <w:rFonts w:eastAsia="Calibri" w:cs="Times New Roman"/>
          <w:bCs/>
          <w:lang w:eastAsia="cs-CZ"/>
        </w:rPr>
        <w:t xml:space="preserve"> </w:t>
      </w:r>
    </w:p>
    <w:p w14:paraId="083E957B" w14:textId="77777777" w:rsidR="004320C6" w:rsidRDefault="004320C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CCB868" w14:textId="6A7BA59E" w:rsidR="004320C6" w:rsidRPr="00CB7B5A" w:rsidRDefault="004320C6" w:rsidP="004320C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7EA57C58" w14:textId="77777777" w:rsidR="004320C6" w:rsidRPr="004320C6" w:rsidRDefault="004320C6" w:rsidP="004320C6">
      <w:pPr>
        <w:spacing w:after="0" w:line="240" w:lineRule="auto"/>
        <w:rPr>
          <w:rFonts w:eastAsia="Calibri" w:cs="Times New Roman"/>
          <w:bCs/>
          <w:lang w:eastAsia="cs-CZ"/>
        </w:rPr>
      </w:pPr>
      <w:r w:rsidRPr="004320C6">
        <w:rPr>
          <w:rFonts w:eastAsia="Calibri" w:cs="Times New Roman"/>
          <w:bCs/>
          <w:lang w:eastAsia="cs-CZ"/>
        </w:rPr>
        <w:t>PS 01-01-31 - Zrušení PZS F2 km 21,336: V soupisu prací se vyskytují následující položky:</w:t>
      </w:r>
    </w:p>
    <w:p w14:paraId="2DA03F78" w14:textId="4D405B58" w:rsidR="004320C6" w:rsidRDefault="004320C6" w:rsidP="004320C6">
      <w:pPr>
        <w:spacing w:after="0" w:line="240" w:lineRule="auto"/>
        <w:rPr>
          <w:rFonts w:eastAsia="Calibri" w:cs="Times New Roman"/>
          <w:bCs/>
          <w:lang w:eastAsia="cs-CZ"/>
        </w:rPr>
      </w:pPr>
      <w:r w:rsidRPr="004320C6">
        <w:rPr>
          <w:rFonts w:eastAsia="Calibri" w:cs="Times New Roman"/>
          <w:bCs/>
          <w:lang w:eastAsia="cs-CZ"/>
        </w:rPr>
        <w:t xml:space="preserve"> </w:t>
      </w:r>
      <w:r w:rsidRPr="00460728">
        <w:rPr>
          <w:noProof/>
          <w:lang w:eastAsia="cs-CZ"/>
        </w:rPr>
        <w:drawing>
          <wp:inline distT="0" distB="0" distL="0" distR="0" wp14:anchorId="38FD28B1" wp14:editId="327DF3D8">
            <wp:extent cx="5525770" cy="481512"/>
            <wp:effectExtent l="0" t="0" r="0" b="0"/>
            <wp:docPr id="1996951557" name="Obrázek 1996951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81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93005" w14:textId="2CF61D5A" w:rsidR="004320C6" w:rsidRPr="004320C6" w:rsidRDefault="004320C6" w:rsidP="004320C6">
      <w:pPr>
        <w:spacing w:after="0" w:line="240" w:lineRule="auto"/>
        <w:rPr>
          <w:rFonts w:eastAsia="Calibri" w:cs="Times New Roman"/>
          <w:bCs/>
          <w:lang w:eastAsia="cs-CZ"/>
        </w:rPr>
      </w:pPr>
      <w:r w:rsidRPr="00460728">
        <w:rPr>
          <w:noProof/>
          <w:lang w:eastAsia="cs-CZ"/>
        </w:rPr>
        <w:drawing>
          <wp:inline distT="0" distB="0" distL="0" distR="0" wp14:anchorId="78D0CF92" wp14:editId="1BDD6C63">
            <wp:extent cx="5525770" cy="372221"/>
            <wp:effectExtent l="0" t="0" r="0" b="8890"/>
            <wp:docPr id="1614023225" name="Obrázek 1614023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72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FB00A" w14:textId="63F76624" w:rsidR="004320C6" w:rsidRPr="004320C6" w:rsidRDefault="004320C6" w:rsidP="004320C6">
      <w:pPr>
        <w:spacing w:after="0" w:line="240" w:lineRule="auto"/>
        <w:rPr>
          <w:rFonts w:eastAsia="Calibri" w:cs="Times New Roman"/>
          <w:bCs/>
          <w:lang w:eastAsia="cs-CZ"/>
        </w:rPr>
      </w:pPr>
      <w:r w:rsidRPr="00460728">
        <w:rPr>
          <w:noProof/>
          <w:lang w:eastAsia="cs-CZ"/>
        </w:rPr>
        <w:drawing>
          <wp:inline distT="0" distB="0" distL="0" distR="0" wp14:anchorId="25165250" wp14:editId="24834543">
            <wp:extent cx="5525770" cy="390172"/>
            <wp:effectExtent l="0" t="0" r="0" b="0"/>
            <wp:docPr id="438728812" name="Obrázek 438728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9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0C6">
        <w:rPr>
          <w:rFonts w:eastAsia="Calibri" w:cs="Times New Roman"/>
          <w:bCs/>
          <w:lang w:eastAsia="cs-CZ"/>
        </w:rPr>
        <w:t xml:space="preserve"> </w:t>
      </w:r>
    </w:p>
    <w:p w14:paraId="2A015A7B" w14:textId="77777777" w:rsidR="004320C6" w:rsidRPr="004320C6" w:rsidRDefault="004320C6" w:rsidP="004320C6">
      <w:pPr>
        <w:spacing w:after="0" w:line="240" w:lineRule="auto"/>
        <w:rPr>
          <w:rFonts w:eastAsia="Calibri" w:cs="Times New Roman"/>
          <w:bCs/>
          <w:lang w:eastAsia="cs-CZ"/>
        </w:rPr>
      </w:pPr>
      <w:r w:rsidRPr="004320C6">
        <w:rPr>
          <w:rFonts w:eastAsia="Calibri" w:cs="Times New Roman"/>
          <w:bCs/>
          <w:lang w:eastAsia="cs-CZ"/>
        </w:rPr>
        <w:t xml:space="preserve"> </w:t>
      </w:r>
    </w:p>
    <w:p w14:paraId="2BCB4CCB" w14:textId="10F8FB6D" w:rsidR="004320C6" w:rsidRPr="004320C6" w:rsidRDefault="004320C6" w:rsidP="004320C6">
      <w:pPr>
        <w:spacing w:after="0" w:line="240" w:lineRule="auto"/>
        <w:rPr>
          <w:rFonts w:eastAsia="Calibri" w:cs="Times New Roman"/>
          <w:bCs/>
          <w:lang w:eastAsia="cs-CZ"/>
        </w:rPr>
      </w:pPr>
      <w:r w:rsidRPr="004320C6">
        <w:rPr>
          <w:rFonts w:eastAsia="Calibri" w:cs="Times New Roman"/>
          <w:bCs/>
          <w:lang w:eastAsia="cs-CZ"/>
        </w:rPr>
        <w:t>Ve vztahu k popisům uvedených položek žádáme zadavatele o prověření, zda má uchazeč tyto položky ocenit či nikoliv.</w:t>
      </w:r>
    </w:p>
    <w:p w14:paraId="314DC783" w14:textId="77777777" w:rsidR="004320C6" w:rsidRDefault="004320C6" w:rsidP="004320C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FEBB62C" w14:textId="3551EAD1" w:rsidR="004320C6" w:rsidRPr="00764FD1" w:rsidRDefault="00A2432A" w:rsidP="004320C6">
      <w:pPr>
        <w:spacing w:after="0" w:line="240" w:lineRule="auto"/>
        <w:rPr>
          <w:rFonts w:eastAsia="Calibri" w:cs="Times New Roman"/>
          <w:bCs/>
          <w:lang w:eastAsia="cs-CZ"/>
        </w:rPr>
      </w:pPr>
      <w:r w:rsidRPr="00764FD1">
        <w:rPr>
          <w:rFonts w:eastAsia="Calibri" w:cs="Times New Roman"/>
          <w:bCs/>
          <w:lang w:eastAsia="cs-CZ"/>
        </w:rPr>
        <w:t>Položky je třeba ocenit, nejedná se o evidenční položky (viz příloha 2)</w:t>
      </w:r>
      <w:r w:rsidR="00764FD1">
        <w:rPr>
          <w:rFonts w:eastAsia="Calibri" w:cs="Times New Roman"/>
          <w:bCs/>
          <w:lang w:eastAsia="cs-CZ"/>
        </w:rPr>
        <w:t>.</w:t>
      </w:r>
    </w:p>
    <w:p w14:paraId="625DB3EF" w14:textId="77777777" w:rsidR="004320C6" w:rsidRDefault="004320C6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1C80FC0" w14:textId="67DC4DAF" w:rsidR="004320C6" w:rsidRPr="00CB7B5A" w:rsidRDefault="004320C6" w:rsidP="004320C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4266CDDF" w14:textId="77777777" w:rsidR="004320C6" w:rsidRDefault="004320C6" w:rsidP="004320C6">
      <w:r>
        <w:t>PS 01-01-31 se vyskytuje položka.</w:t>
      </w:r>
    </w:p>
    <w:p w14:paraId="7CF4CDF5" w14:textId="77777777" w:rsidR="004320C6" w:rsidRDefault="004320C6" w:rsidP="004320C6">
      <w:r w:rsidRPr="00460728">
        <w:rPr>
          <w:noProof/>
          <w:lang w:eastAsia="cs-CZ"/>
        </w:rPr>
        <w:drawing>
          <wp:inline distT="0" distB="0" distL="0" distR="0" wp14:anchorId="26F07D9B" wp14:editId="730F7C52">
            <wp:extent cx="6645910" cy="35103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5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E2A10" w14:textId="77777777" w:rsidR="004320C6" w:rsidRPr="002343ED" w:rsidRDefault="004320C6" w:rsidP="004320C6">
      <w:r>
        <w:lastRenderedPageBreak/>
        <w:t>Ve všeobecném objektu SO 98-98 se vyskytuje položka č.4. Žádáme zadavatele o prověření, zda se nejedná o duplicitu.</w:t>
      </w:r>
    </w:p>
    <w:p w14:paraId="3311016E" w14:textId="77777777" w:rsidR="004320C6" w:rsidRPr="00CB7B5A" w:rsidRDefault="004320C6" w:rsidP="004320C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70BA25" w14:textId="77777777" w:rsidR="004320C6" w:rsidRDefault="004320C6" w:rsidP="004320C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5A1E779" w14:textId="5A52AAC0" w:rsidR="004320C6" w:rsidRPr="00764FD1" w:rsidRDefault="00A2432A" w:rsidP="004320C6">
      <w:pPr>
        <w:spacing w:after="0" w:line="240" w:lineRule="auto"/>
        <w:rPr>
          <w:rFonts w:eastAsia="Calibri" w:cs="Times New Roman"/>
          <w:bCs/>
          <w:lang w:eastAsia="cs-CZ"/>
        </w:rPr>
      </w:pPr>
      <w:r w:rsidRPr="00764FD1">
        <w:rPr>
          <w:rFonts w:eastAsia="Calibri" w:cs="Times New Roman"/>
          <w:bCs/>
          <w:lang w:eastAsia="cs-CZ"/>
        </w:rPr>
        <w:t>Položka č. 22 je v PS 01-01-31 duplicitně, v soupisu prací PS 01-01-31 byla zrušena (viz příloha 2).</w:t>
      </w:r>
    </w:p>
    <w:p w14:paraId="1FD4CCF8" w14:textId="77777777" w:rsidR="004320C6" w:rsidRPr="00CB7B5A" w:rsidRDefault="004320C6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3E33361A" w14:textId="195CD597" w:rsidR="00CB7B5A" w:rsidRPr="00B70614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70614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70614">
        <w:rPr>
          <w:rFonts w:eastAsia="Times New Roman" w:cs="Times New Roman"/>
          <w:b/>
          <w:lang w:eastAsia="cs-CZ"/>
        </w:rPr>
        <w:t>změny/doplnění zadávací dokumentace</w:t>
      </w:r>
      <w:r w:rsidRPr="00B70614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B70614">
        <w:rPr>
          <w:rFonts w:eastAsia="Times New Roman" w:cs="Times New Roman"/>
          <w:lang w:eastAsia="cs-CZ"/>
        </w:rPr>
        <w:br/>
      </w:r>
      <w:r w:rsidR="00764FD1" w:rsidRPr="00B70614">
        <w:rPr>
          <w:rFonts w:eastAsia="Times New Roman" w:cs="Times New Roman"/>
          <w:lang w:eastAsia="cs-CZ"/>
        </w:rPr>
        <w:t>19.4.2024</w:t>
      </w:r>
      <w:r w:rsidR="00764FD1" w:rsidRPr="00B70614">
        <w:rPr>
          <w:rFonts w:eastAsia="Times New Roman" w:cs="Times New Roman"/>
          <w:lang w:eastAsia="cs-CZ"/>
        </w:rPr>
        <w:t xml:space="preserve"> </w:t>
      </w:r>
      <w:r w:rsidRPr="00B70614">
        <w:rPr>
          <w:rFonts w:eastAsia="Times New Roman" w:cs="Times New Roman"/>
          <w:lang w:eastAsia="cs-CZ"/>
        </w:rPr>
        <w:t xml:space="preserve">na den </w:t>
      </w:r>
      <w:r w:rsidR="00764FD1" w:rsidRPr="00B70614">
        <w:rPr>
          <w:rFonts w:eastAsia="Times New Roman" w:cs="Times New Roman"/>
          <w:lang w:eastAsia="cs-CZ"/>
        </w:rPr>
        <w:t>23.4.2024</w:t>
      </w:r>
      <w:r w:rsidR="00764FD1" w:rsidRPr="00B70614">
        <w:rPr>
          <w:rFonts w:eastAsia="Times New Roman" w:cs="Times New Roman"/>
          <w:lang w:eastAsia="cs-CZ"/>
        </w:rPr>
        <w:t xml:space="preserve">. </w:t>
      </w:r>
    </w:p>
    <w:p w14:paraId="4DAF4B9A" w14:textId="77777777" w:rsidR="00CB7B5A" w:rsidRPr="00C84783" w:rsidRDefault="00CB7B5A" w:rsidP="00CB7B5A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0FC72F0D" w14:textId="75B282DE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5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05BB2156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64FD1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05EACC8E" w14:textId="704C0A2B" w:rsidR="00A2432A" w:rsidRDefault="00A2432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Příloha 1 – Rekapitulace ceny</w:t>
      </w:r>
    </w:p>
    <w:p w14:paraId="17DF0593" w14:textId="1C8EAA9B" w:rsidR="00A2432A" w:rsidRPr="00CB7B5A" w:rsidRDefault="00A2432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Cs/>
          <w:lang w:eastAsia="cs-CZ"/>
        </w:rPr>
        <w:t>Příloha 2 – Soupis prací PS 01-01-31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9349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2F142" w14:textId="77777777" w:rsidR="009349FC" w:rsidRDefault="009349FC" w:rsidP="00962258">
      <w:pPr>
        <w:spacing w:after="0" w:line="240" w:lineRule="auto"/>
      </w:pPr>
      <w:r>
        <w:separator/>
      </w:r>
    </w:p>
  </w:endnote>
  <w:endnote w:type="continuationSeparator" w:id="0">
    <w:p w14:paraId="64CEF540" w14:textId="77777777" w:rsidR="009349FC" w:rsidRDefault="00934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4FD2D" w14:textId="77777777" w:rsidR="009349FC" w:rsidRDefault="009349FC" w:rsidP="00962258">
      <w:pPr>
        <w:spacing w:after="0" w:line="240" w:lineRule="auto"/>
      </w:pPr>
      <w:r>
        <w:separator/>
      </w:r>
    </w:p>
  </w:footnote>
  <w:footnote w:type="continuationSeparator" w:id="0">
    <w:p w14:paraId="2D66A91B" w14:textId="77777777" w:rsidR="009349FC" w:rsidRDefault="00934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320C6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4FD1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49FC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2432A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0614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2</Pages>
  <Words>350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2024-04-16T06:55:00Z</dcterms:created>
  <dcterms:modified xsi:type="dcterms:W3CDTF">2024-04-16T06:55:00Z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